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10</w:t>
      </w: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(nr proiect- DALI/SF/PT)</w:t>
      </w:r>
      <w:r w:rsidRPr="007801F5">
        <w:rPr>
          <w:rFonts w:asciiTheme="minorHAnsi" w:eastAsia="MS Mincho" w:hAnsiTheme="minorHAnsi" w:cstheme="minorHAnsi"/>
          <w:lang w:eastAsia="en-US"/>
        </w:rPr>
        <w:t>,  cu titlul ........................................................................ (</w:t>
      </w:r>
      <w:r w:rsidRPr="007801F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7801F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Pr="007801F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7801F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Categorie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de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lucrări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/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echipamente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/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servicii</w:t>
            </w:r>
            <w:proofErr w:type="spellEnd"/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Documente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justificative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care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stau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la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baza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stabilirii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costului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aferent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*</w:t>
            </w: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7801F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7801F5" w:rsidTr="00F14CFD"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Semnă</w:t>
            </w:r>
            <w:bookmarkStart w:id="0" w:name="_GoBack"/>
            <w:bookmarkEnd w:id="0"/>
            <w:r w:rsidRPr="007801F5">
              <w:rPr>
                <w:rFonts w:asciiTheme="minorHAnsi" w:hAnsiTheme="minorHAnsi" w:cstheme="minorHAnsi"/>
                <w:lang w:eastAsia="en-US"/>
              </w:rPr>
              <w:t>tură</w:t>
            </w:r>
            <w:proofErr w:type="spellEnd"/>
            <w:r w:rsidRPr="007801F5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proiectant</w:t>
            </w:r>
            <w:proofErr w:type="spellEnd"/>
          </w:p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7801F5">
              <w:rPr>
                <w:rFonts w:asciiTheme="minorHAnsi" w:hAnsiTheme="minorHAnsi" w:cstheme="minorHAnsi"/>
                <w:lang w:eastAsia="en-US"/>
              </w:rPr>
              <w:t xml:space="preserve">                                                 Data:</w:t>
            </w:r>
          </w:p>
        </w:tc>
      </w:tr>
      <w:tr w:rsidR="00924776" w:rsidRPr="00924776" w:rsidTr="00F14CFD">
        <w:trPr>
          <w:trHeight w:val="245"/>
        </w:trPr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</w:tr>
    </w:tbl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E31672" w:rsidRPr="009F020D" w:rsidRDefault="00924776" w:rsidP="00924776">
      <w:pPr>
        <w:jc w:val="both"/>
        <w:rPr>
          <w:rFonts w:asciiTheme="minorHAnsi" w:hAnsiTheme="minorHAnsi" w:cstheme="minorHAnsi"/>
        </w:rPr>
      </w:pPr>
      <w:r w:rsidRPr="00924776">
        <w:rPr>
          <w:rFonts w:eastAsia="MS Mincho"/>
          <w:lang w:eastAsia="en-US"/>
        </w:rPr>
        <w:t>*</w:t>
      </w:r>
      <w:r w:rsidRPr="009F020D">
        <w:rPr>
          <w:rFonts w:asciiTheme="minorHAnsi" w:eastAsia="MS Mincho" w:hAnsiTheme="minorHAnsi" w:cstheme="minorHAnsi"/>
          <w:lang w:eastAsia="en-US"/>
        </w:rPr>
        <w:t>se vor înscrie și atașa oferte de preț echipamente, liste de cantități și prețuri unitare provenite din surse verificabile și obiective, care au stat la baza stabilirii prețurilor</w:t>
      </w:r>
      <w:r w:rsidR="00E31672" w:rsidRPr="009F020D">
        <w:rPr>
          <w:rFonts w:asciiTheme="minorHAnsi" w:hAnsiTheme="minorHAnsi" w:cstheme="minorHAnsi"/>
        </w:rPr>
        <w:t xml:space="preserve"> </w:t>
      </w:r>
    </w:p>
    <w:sectPr w:rsidR="00E31672" w:rsidRPr="009F020D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6EE" w:rsidRDefault="005A16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924776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924776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6EE" w:rsidRDefault="005A16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337485" o:spid="_x0000_s9218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A16EE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337486" o:spid="_x0000_s9219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924776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A16EE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337484" o:spid="_x0000_s9217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924776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776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776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20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23BEA"/>
    <w:rsid w:val="005A16EE"/>
    <w:rsid w:val="005A6B00"/>
    <w:rsid w:val="005C21C9"/>
    <w:rsid w:val="005C7AFF"/>
    <w:rsid w:val="00643AC4"/>
    <w:rsid w:val="006B79B9"/>
    <w:rsid w:val="006F14B9"/>
    <w:rsid w:val="007209E0"/>
    <w:rsid w:val="00754551"/>
    <w:rsid w:val="007801F5"/>
    <w:rsid w:val="007A69A6"/>
    <w:rsid w:val="007C403D"/>
    <w:rsid w:val="00851382"/>
    <w:rsid w:val="0088290B"/>
    <w:rsid w:val="008C26CE"/>
    <w:rsid w:val="008E7688"/>
    <w:rsid w:val="00924776"/>
    <w:rsid w:val="00936CF8"/>
    <w:rsid w:val="0095716B"/>
    <w:rsid w:val="009F020D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20"/>
    <o:shapelayout v:ext="edit">
      <o:idmap v:ext="edit" data="1"/>
    </o:shapelayout>
  </w:shapeDefaults>
  <w:decimalSymbol w:val="."/>
  <w:listSeparator w:val=",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FAE2B-5A4C-447E-BE7D-0F3FE211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102</Words>
  <Characters>889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990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2023-05-29T10:11:00Z</dcterms:created>
  <dcterms:modified xsi:type="dcterms:W3CDTF">2023-10-25T07:34:00Z</dcterms:modified>
</cp:coreProperties>
</file>